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66F" w:rsidRDefault="00CD65DC" w:rsidP="00CD65DC">
      <w:pPr>
        <w:pStyle w:val="Heading1"/>
      </w:pPr>
      <w:r>
        <w:t>H1</w:t>
      </w:r>
    </w:p>
    <w:p w:rsidR="00CD65DC" w:rsidRDefault="00CD65DC" w:rsidP="00CD65DC">
      <w:pPr>
        <w:pStyle w:val="Heading2"/>
      </w:pPr>
      <w:r>
        <w:t>H2</w:t>
      </w:r>
    </w:p>
    <w:p w:rsidR="00CD65DC" w:rsidRDefault="00CD65DC" w:rsidP="00CD65DC">
      <w:pPr>
        <w:pStyle w:val="Heading3"/>
      </w:pPr>
      <w:r>
        <w:t>H3</w:t>
      </w:r>
    </w:p>
    <w:p w:rsidR="00206D09" w:rsidRPr="00206D09" w:rsidRDefault="00206D09" w:rsidP="00206D09">
      <w:r>
        <w:t>And some text</w:t>
      </w:r>
      <w:bookmarkStart w:id="0" w:name="_GoBack"/>
      <w:bookmarkEnd w:id="0"/>
    </w:p>
    <w:sectPr w:rsidR="00206D09" w:rsidRPr="00206D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17E27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DC"/>
    <w:rsid w:val="000B6B3F"/>
    <w:rsid w:val="00206D09"/>
    <w:rsid w:val="0028266F"/>
    <w:rsid w:val="003A0C14"/>
    <w:rsid w:val="00851351"/>
    <w:rsid w:val="00934E37"/>
    <w:rsid w:val="00A07556"/>
    <w:rsid w:val="00A36B47"/>
    <w:rsid w:val="00B7052B"/>
    <w:rsid w:val="00BC4877"/>
    <w:rsid w:val="00CD65DC"/>
    <w:rsid w:val="00EA38DF"/>
    <w:rsid w:val="00FD4382"/>
    <w:rsid w:val="00FE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6281A-B9B9-40DE-90C8-F6628E94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D65DC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D65DC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D65DC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D65D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D65D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D65D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D65D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D65D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D65D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65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CD65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CD65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CD65D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CD65D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CD65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CD65D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CD65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CD65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Atlas Eelktronik UK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Keith</dc:creator>
  <cp:keywords/>
  <dc:description/>
  <cp:lastModifiedBy>Allen Keith</cp:lastModifiedBy>
  <cp:revision>2</cp:revision>
  <dcterms:created xsi:type="dcterms:W3CDTF">2016-03-15T20:54:00Z</dcterms:created>
  <dcterms:modified xsi:type="dcterms:W3CDTF">2016-03-15T20:56:00Z</dcterms:modified>
</cp:coreProperties>
</file>